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BD4CB1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BD4CB1" w:rsidRPr="00BD4CB1">
        <w:rPr>
          <w:rStyle w:val="a9"/>
        </w:rPr>
        <w:t xml:space="preserve"> Общество с ограниченной ответственностью «ЛГ Электроникс РУС»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 по стиральным машинам</w:t>
            </w:r>
          </w:p>
        </w:tc>
        <w:tc>
          <w:tcPr>
            <w:tcW w:w="3686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Сектор обеспечения качества разработок </w:t>
            </w:r>
          </w:p>
        </w:tc>
        <w:tc>
          <w:tcPr>
            <w:tcW w:w="3686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12025. Ведущий инженер</w:t>
            </w:r>
          </w:p>
        </w:tc>
        <w:tc>
          <w:tcPr>
            <w:tcW w:w="3686" w:type="dxa"/>
            <w:vAlign w:val="center"/>
          </w:tcPr>
          <w:p w:rsidR="00BD4CB1" w:rsidRPr="00063DF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 по телевизорам и мониторам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электроники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механики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 по холодильникам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функциональных разр</w:t>
            </w:r>
            <w:r>
              <w:rPr>
                <w:i/>
              </w:rPr>
              <w:t>а</w:t>
            </w:r>
            <w:r>
              <w:rPr>
                <w:i/>
              </w:rPr>
              <w:t xml:space="preserve">боток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 Сектор планирования и опт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мизации себестоимости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92025. Начальник сектора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заводской бухгалтерии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112025. Ведущий бухгалтер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закупок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поддержки поставщ</w:t>
            </w:r>
            <w:r>
              <w:rPr>
                <w:i/>
              </w:rPr>
              <w:t>и</w:t>
            </w:r>
            <w:r>
              <w:rPr>
                <w:i/>
              </w:rPr>
              <w:t>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122025. Начальник сектора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132025. Начальник сектора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закупок комплектующих для производства холодильников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142025. Специалист по закупкам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холодильники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Сектор технических закупок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инженерного обеспеч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172025. Начальник отдела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информационных те</w:t>
            </w:r>
            <w:r>
              <w:rPr>
                <w:b/>
                <w:i/>
              </w:rPr>
              <w:t>х</w:t>
            </w:r>
            <w:r>
              <w:rPr>
                <w:b/>
                <w:i/>
              </w:rPr>
              <w:t>нологий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182025. Начальник отдела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материального обесп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чения производства телевиз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ров и мониторов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разгрузки и хранения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закупок импортных комплектующих для произво</w:t>
            </w:r>
            <w:r>
              <w:rPr>
                <w:i/>
              </w:rPr>
              <w:t>д</w:t>
            </w:r>
            <w:r>
              <w:rPr>
                <w:i/>
              </w:rPr>
              <w:t>ства телевизоров и мониторов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Склад комплектующих для пр</w:t>
            </w:r>
            <w:r>
              <w:rPr>
                <w:i/>
              </w:rPr>
              <w:t>о</w:t>
            </w:r>
            <w:r>
              <w:rPr>
                <w:i/>
              </w:rPr>
              <w:t>изводства телевизоров и мон</w:t>
            </w:r>
            <w:r>
              <w:rPr>
                <w:i/>
              </w:rPr>
              <w:t>и</w:t>
            </w:r>
            <w:r>
              <w:rPr>
                <w:i/>
              </w:rPr>
              <w:t>торов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212025.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материального ко</w:t>
            </w:r>
            <w:r>
              <w:rPr>
                <w:i/>
              </w:rPr>
              <w:t>н</w:t>
            </w:r>
            <w:r>
              <w:rPr>
                <w:i/>
              </w:rPr>
              <w:t>троля по телевизорам и мон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торам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материального обесп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чения производства холодил</w:t>
            </w:r>
            <w:r>
              <w:rPr>
                <w:b/>
                <w:i/>
              </w:rPr>
              <w:t>ь</w:t>
            </w:r>
            <w:r>
              <w:rPr>
                <w:b/>
                <w:i/>
              </w:rPr>
              <w:t>ников и стиральных машин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подготовки компле</w:t>
            </w:r>
            <w:r>
              <w:rPr>
                <w:i/>
              </w:rPr>
              <w:t>к</w:t>
            </w:r>
            <w:r>
              <w:rPr>
                <w:i/>
              </w:rPr>
              <w:t>тующих для производства хол</w:t>
            </w:r>
            <w:r>
              <w:rPr>
                <w:i/>
              </w:rPr>
              <w:t>о</w:t>
            </w:r>
            <w:r>
              <w:rPr>
                <w:i/>
              </w:rPr>
              <w:t>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232025. Мастер склада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242025.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252025.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262025.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импортных закупок комплектующих для произво</w:t>
            </w:r>
            <w:r>
              <w:rPr>
                <w:i/>
              </w:rPr>
              <w:t>д</w:t>
            </w:r>
            <w:r>
              <w:rPr>
                <w:i/>
              </w:rPr>
              <w:t xml:space="preserve">ства холодильников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272025. Ревизор склада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282025. Специалист по закупкам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Склад комплектующих для пр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изводства стиральных машин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292025. Начальник склада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Склад комплектующих для пр</w:t>
            </w:r>
            <w:r>
              <w:rPr>
                <w:i/>
              </w:rPr>
              <w:t>о</w:t>
            </w:r>
            <w:r>
              <w:rPr>
                <w:i/>
              </w:rPr>
              <w:t>изводства холодильников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302025. Начальник склада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внутренней логистики для производства стиральных машин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312025. Водитель электротеле</w:t>
            </w:r>
            <w:r>
              <w:t>ж</w:t>
            </w:r>
            <w:r>
              <w:t>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Pr="00063DF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322025. Водитель электротеле</w:t>
            </w:r>
            <w:r>
              <w:t>ж</w:t>
            </w:r>
            <w:r>
              <w:t>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332025. Мастер склада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342025. Оператор технологич</w:t>
            </w:r>
            <w:r>
              <w:t>е</w:t>
            </w:r>
            <w:r>
              <w:t>ского оборудования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внутренней логистики для производства холодильников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352025. Мастер склада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362025. Водитель электротеле</w:t>
            </w:r>
            <w:r>
              <w:t>ж</w:t>
            </w:r>
            <w:r>
              <w:t>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372025. Водитель электротеле</w:t>
            </w:r>
            <w:r>
              <w:t>ж</w:t>
            </w:r>
            <w:r>
              <w:t>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382025. Водитель электротеле</w:t>
            </w:r>
            <w:r>
              <w:t>ж</w:t>
            </w:r>
            <w:r>
              <w:t>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подготовки компле</w:t>
            </w:r>
            <w:r>
              <w:rPr>
                <w:i/>
              </w:rPr>
              <w:t>к</w:t>
            </w:r>
            <w:r>
              <w:rPr>
                <w:i/>
              </w:rPr>
              <w:t>тующих для производства ст</w:t>
            </w:r>
            <w:r>
              <w:rPr>
                <w:i/>
              </w:rPr>
              <w:t>и</w:t>
            </w:r>
            <w:r>
              <w:rPr>
                <w:i/>
              </w:rPr>
              <w:t>ральных машин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392025. Мастер склада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402025.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412025.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422025.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432025.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442025.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452025. Кладовщик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обеспечения качества телевизоров и мониторов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Группа обеспечения качества модулей (BMS + LCM)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462025.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472025.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482025.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492025.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Бригада линейного контроля качества холодильников и ст</w:t>
            </w:r>
            <w:r>
              <w:rPr>
                <w:i/>
              </w:rPr>
              <w:t>и</w:t>
            </w:r>
            <w:r>
              <w:rPr>
                <w:i/>
              </w:rPr>
              <w:t>ральных машин (продукт REF)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502025.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512025. Контрольный мастер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управления качеством на рынке (продукт WM)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522025.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Бригада входного контроля к</w:t>
            </w:r>
            <w:r>
              <w:rPr>
                <w:i/>
              </w:rPr>
              <w:t>а</w:t>
            </w:r>
            <w:r>
              <w:rPr>
                <w:i/>
              </w:rPr>
              <w:t>чества стиральных машин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532025.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542025.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552025.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562025.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572025.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582025. Старший контролер д</w:t>
            </w:r>
            <w:r>
              <w:t>е</w:t>
            </w:r>
            <w:r>
              <w:t>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Бригада входного контроля к</w:t>
            </w:r>
            <w:r>
              <w:rPr>
                <w:i/>
              </w:rPr>
              <w:t>а</w:t>
            </w:r>
            <w:r>
              <w:rPr>
                <w:i/>
              </w:rPr>
              <w:t>чества холодильников и ст</w:t>
            </w:r>
            <w:r>
              <w:rPr>
                <w:i/>
              </w:rPr>
              <w:t>и</w:t>
            </w:r>
            <w:r>
              <w:rPr>
                <w:i/>
              </w:rPr>
              <w:t>ральных машин (продукт REF)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592025.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602025.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612025.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622025.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632025.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642025.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652025.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662025. Старший контролер д</w:t>
            </w:r>
            <w:r>
              <w:t>е</w:t>
            </w:r>
            <w:r>
              <w:t>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672025. Контрольный мастер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Бригада линейного контроля качества холодильников и ст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ральных машин (продукт REF)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682025. Старший контролер д</w:t>
            </w:r>
            <w:r>
              <w:t>е</w:t>
            </w:r>
            <w:r>
              <w:t>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692025.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702025.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712025.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722025.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732025.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742025.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752025.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762025.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772025.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Бригада линейного контроля качества стиральных машин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782025.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792025.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802025.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812025.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822025. Старший контролер д</w:t>
            </w:r>
            <w:r>
              <w:t>е</w:t>
            </w:r>
            <w:r>
              <w:t>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832025. Старший контролер д</w:t>
            </w:r>
            <w:r>
              <w:t>е</w:t>
            </w:r>
            <w:r>
              <w:t>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Бригада выходного контроля качества холодильников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842025.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852025.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862025.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872025.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882025.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892025. Старший контролер д</w:t>
            </w:r>
            <w:r>
              <w:t>е</w:t>
            </w:r>
            <w:r>
              <w:t>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Бригада выходного контроля качества холодильников и ст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ральных машин (продукт WM)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902025. Старший контролер д</w:t>
            </w:r>
            <w:r>
              <w:t>е</w:t>
            </w:r>
            <w:r>
              <w:t>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912025.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922025.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932025.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942025.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952025. Контрольный мастер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организации таможе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ного оформления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внешнеэкономической деятельности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962025.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972025.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охраны труда, пр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мышленной безопасности и энергообеспечения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энергообеспечения и эксплуатации зданий и соор</w:t>
            </w:r>
            <w:r>
              <w:rPr>
                <w:i/>
              </w:rPr>
              <w:t>у</w:t>
            </w:r>
            <w:r>
              <w:rPr>
                <w:i/>
              </w:rPr>
              <w:t>жений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982025. Электромонтер по р</w:t>
            </w:r>
            <w:r>
              <w:t>е</w:t>
            </w:r>
            <w:r>
              <w:t>монту и обслуживанию электр</w:t>
            </w:r>
            <w:r>
              <w:t>о</w:t>
            </w:r>
            <w:r>
              <w:t>оборудования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992025. Электромонтер по р</w:t>
            </w:r>
            <w:r>
              <w:t>е</w:t>
            </w:r>
            <w:r>
              <w:t>монту и обслуживанию электр</w:t>
            </w:r>
            <w:r>
              <w:t>о</w:t>
            </w:r>
            <w:r>
              <w:t>оборудования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1002025. Электромонтер по р</w:t>
            </w:r>
            <w:r>
              <w:t>е</w:t>
            </w:r>
            <w:r>
              <w:t>монту и обслуживанию электр</w:t>
            </w:r>
            <w:r>
              <w:t>о</w:t>
            </w:r>
            <w:r>
              <w:t>оборудования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1012025. Электромонтер по р</w:t>
            </w:r>
            <w:r>
              <w:t>е</w:t>
            </w:r>
            <w:r>
              <w:t>монту и обслуживанию электр</w:t>
            </w:r>
            <w:r>
              <w:t>о</w:t>
            </w:r>
            <w:r>
              <w:t>оборудования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1022025. Оператор котельной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1032025. Оператор котельной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1042025. Оператор котельной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1052025. Оператор котельной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1062025. Оператор котельной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1072025. Оператор котельной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Шум: Учитывая вредное воздействия </w:t>
            </w:r>
            <w:r>
              <w:lastRenderedPageBreak/>
              <w:t>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Снижение уровня вредного </w:t>
            </w:r>
            <w:r>
              <w:lastRenderedPageBreak/>
              <w:t xml:space="preserve">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1082025.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1092025.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1102025.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1112025.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1122025.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1132025.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1142025.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1152025. Ассистент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1162025. Начальник сектора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1172025.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1182025.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1192025.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1202025.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1212025.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1222025.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1232025.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1242025. Начальник участка эксплуатации и ремонта энерг</w:t>
            </w:r>
            <w:r>
              <w:t>о</w:t>
            </w:r>
            <w:r>
              <w:t>хозяйства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1252025. Инженер по эксплуат</w:t>
            </w:r>
            <w:r>
              <w:t>а</w:t>
            </w:r>
            <w:r>
              <w:t>ции зданий и сооружений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1262025. Электрогазосварщик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1272025. Слесарь-сантехник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Служба охраны труда и пр</w:t>
            </w:r>
            <w:r>
              <w:rPr>
                <w:i/>
              </w:rPr>
              <w:t>о</w:t>
            </w:r>
            <w:r>
              <w:rPr>
                <w:i/>
              </w:rPr>
              <w:t>мышленной безопасности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1282025. Пожарный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1292025. Пожарный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1302025. Специалист по охране труда и технике безопасности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персонала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кадрового администр</w:t>
            </w:r>
            <w:r>
              <w:rPr>
                <w:i/>
              </w:rPr>
              <w:t>и</w:t>
            </w:r>
            <w:r>
              <w:rPr>
                <w:i/>
              </w:rPr>
              <w:t>рования и заработной платы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1312025. Специалист по перс</w:t>
            </w:r>
            <w:r>
              <w:t>о</w:t>
            </w:r>
            <w:r>
              <w:t>налу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1322025.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планирования и орган</w:t>
            </w:r>
            <w:r>
              <w:rPr>
                <w:i/>
              </w:rPr>
              <w:t>и</w:t>
            </w:r>
            <w:r>
              <w:rPr>
                <w:i/>
              </w:rPr>
              <w:lastRenderedPageBreak/>
              <w:t>зационного развития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1332025. Экономист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общим вопросам и безопасности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1342025.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1352025. Специалист по инфо</w:t>
            </w:r>
            <w:r>
              <w:t>р</w:t>
            </w:r>
            <w:r>
              <w:t>мационной безопасности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1362025. Ведущий специалист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ст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ральных машин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сборки линии 2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1372025. Мастер участка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1382025.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1392025.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1402025.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1412025.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1422025.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Тяжесть: Организовать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1432025.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1442025.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1452025.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1462025.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1472025.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1482025.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Шум: Учитывая вредное воздействия шума на организм работника в условиях </w:t>
            </w:r>
            <w:r>
              <w:lastRenderedPageBreak/>
              <w:t>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1492025.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1502025.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1512025.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упаковки линии 2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1522025. Мастер участка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1532025. Слесарь-ремонтник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1542025. Техник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Шум: Учитывая вредное воздействия шума на организм работника в условиях </w:t>
            </w:r>
            <w:r>
              <w:lastRenderedPageBreak/>
              <w:t>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1552025. Техник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эксплуатации техн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логического оборудования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1562025. Оператор автоматич</w:t>
            </w:r>
            <w:r>
              <w:t>е</w:t>
            </w:r>
            <w:r>
              <w:t>ских и полуавтоматических л</w:t>
            </w:r>
            <w:r>
              <w:t>и</w:t>
            </w:r>
            <w:r>
              <w:t>ний, станков и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1572025. Оператор автоматич</w:t>
            </w:r>
            <w:r>
              <w:t>е</w:t>
            </w:r>
            <w:r>
              <w:t>ских и полуавтоматических л</w:t>
            </w:r>
            <w:r>
              <w:t>и</w:t>
            </w:r>
            <w:r>
              <w:t>ний, станков и установок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технолог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ческих процессов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1582025. Ведущий инженер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диспенсеров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1592025.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1602025.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1612025.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1622025.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1632025.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1642025.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1652025.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Шум: 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</w:t>
            </w:r>
            <w:r>
              <w:t>а</w:t>
            </w:r>
            <w:r>
              <w:t>дыши)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Default="00BD4CB1" w:rsidP="00BD4CB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поддонов (2-ой этаж)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1662025. Слесарь механосб</w:t>
            </w:r>
            <w:r>
              <w:t>о</w:t>
            </w:r>
            <w:r>
              <w:lastRenderedPageBreak/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Тяжесть: Организовать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1672025.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сборки контрольных панелей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1682025.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тел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визоров и мониторов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L1 производства телевизоров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1692025.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1702025.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упаковки и аксессуаров (производство)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1712025.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1722025.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1732025.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Линия по производству ЖК п</w:t>
            </w:r>
            <w:r>
              <w:rPr>
                <w:i/>
              </w:rPr>
              <w:t>а</w:t>
            </w:r>
            <w:r>
              <w:rPr>
                <w:i/>
              </w:rPr>
              <w:t xml:space="preserve">нелей (L6)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1742025.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1752025. Мастер участка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L3 производства телевизоров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1762025.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1772025.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1782025.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 xml:space="preserve">1792025. Контролер деталей и </w:t>
            </w:r>
            <w:r>
              <w:lastRenderedPageBreak/>
              <w:t>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Тяжесть: Организовать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1802025.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L6 производства телевизоров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1812025.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1822025. Радиомеханик по о</w:t>
            </w:r>
            <w:r>
              <w:t>б</w:t>
            </w:r>
            <w:r>
              <w:t>служиванию и ремонту радиот</w:t>
            </w:r>
            <w:r>
              <w:t>е</w:t>
            </w:r>
            <w:r>
              <w:t>левизионной аппаратуры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1832025.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Линия по производству жидк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кристаллических панелей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1842025.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1852025.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1862025.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1872025. Администратор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1882025. Радиомеханик по о</w:t>
            </w:r>
            <w:r>
              <w:t>б</w:t>
            </w:r>
            <w:r>
              <w:t>служиванию и ремонту радиот</w:t>
            </w:r>
            <w:r>
              <w:t>е</w:t>
            </w:r>
            <w:r>
              <w:t>левизионной аппаратуры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массового произво</w:t>
            </w:r>
            <w:r>
              <w:rPr>
                <w:i/>
              </w:rPr>
              <w:t>д</w:t>
            </w:r>
            <w:r>
              <w:rPr>
                <w:i/>
              </w:rPr>
              <w:t xml:space="preserve">ства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1892025. Администратор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1902025.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1912025. Радиомеханик по о</w:t>
            </w:r>
            <w:r>
              <w:t>б</w:t>
            </w:r>
            <w:r>
              <w:t>служиванию и ремонту радиот</w:t>
            </w:r>
            <w:r>
              <w:t>е</w:t>
            </w:r>
            <w:r>
              <w:t>левизионной аппаратуры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1922025.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1932025.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1942025.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1952025.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1962025.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1972025.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1982025.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1992025.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2002025.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2012025.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2022025.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2032025.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2042025.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2052025.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2062025.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2072025. Слесарь-сборщик р</w:t>
            </w:r>
            <w:r>
              <w:t>а</w:t>
            </w:r>
            <w:r>
              <w:t>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2082025.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2092025. Контролер деталей и приборов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по производству хол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2102025. Техник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2112025. Начальник сектора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2122025. Контрольный мастер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изготовлению вну</w:t>
            </w:r>
            <w:r>
              <w:rPr>
                <w:i/>
              </w:rPr>
              <w:t>т</w:t>
            </w:r>
            <w:r>
              <w:rPr>
                <w:i/>
              </w:rPr>
              <w:t>ренней части дверей и внутре</w:t>
            </w:r>
            <w:r>
              <w:rPr>
                <w:i/>
              </w:rPr>
              <w:t>н</w:t>
            </w:r>
            <w:r>
              <w:rPr>
                <w:i/>
              </w:rPr>
              <w:t>них корпусов холодильников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2132025.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2142025.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А -сборка холодильн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ков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2152025. Мастер участка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2162025.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2172025. Слесарь механосб</w:t>
            </w:r>
            <w:r>
              <w:t>о</w:t>
            </w:r>
            <w:r>
              <w:t>рочных работ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В - сборка холодильн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ков 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2182025.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2192025.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2202025. Слесарь-ремонтник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2212025. Слесарь-ремонтник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заливки пены и пре</w:t>
            </w:r>
            <w:r>
              <w:rPr>
                <w:i/>
              </w:rPr>
              <w:t>д</w:t>
            </w:r>
            <w:r>
              <w:rPr>
                <w:i/>
              </w:rPr>
              <w:t>сборка 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2222025. Оператор производства формованного полиуретана и пенополиуретана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2232025. Оператор производства формованного полиуретана и пенополиуретана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2242025. Мастер смены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Тяжесть: Организовать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lastRenderedPageBreak/>
              <w:t>2252025. Слесарь-ремонтник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производства дверей для холодильников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BD4CB1" w:rsidRPr="00AF49A3" w:rsidTr="008B4051">
        <w:trPr>
          <w:jc w:val="center"/>
        </w:trPr>
        <w:tc>
          <w:tcPr>
            <w:tcW w:w="3049" w:type="dxa"/>
            <w:vAlign w:val="center"/>
          </w:tcPr>
          <w:p w:rsidR="00BD4CB1" w:rsidRPr="00BD4CB1" w:rsidRDefault="00BD4CB1" w:rsidP="00BD4CB1">
            <w:pPr>
              <w:pStyle w:val="aa"/>
              <w:jc w:val="left"/>
            </w:pPr>
            <w:r>
              <w:t>2262025. Оператор производства формованного полиуретана и пенополиуретана</w:t>
            </w:r>
          </w:p>
        </w:tc>
        <w:tc>
          <w:tcPr>
            <w:tcW w:w="3686" w:type="dxa"/>
            <w:vAlign w:val="center"/>
          </w:tcPr>
          <w:p w:rsidR="00BD4CB1" w:rsidRDefault="00BD4CB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BD4CB1" w:rsidRDefault="00BD4CB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BD4CB1" w:rsidRPr="00063DF1" w:rsidRDefault="00BD4CB1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bookmarkStart w:id="1" w:name="_GoBack" w:colFirst="1" w:colLast="1"/>
            <w:r>
              <w:t>2272025. Слесарь-ремонтник</w:t>
            </w:r>
          </w:p>
        </w:tc>
        <w:tc>
          <w:tcPr>
            <w:tcW w:w="3686" w:type="dxa"/>
            <w:vAlign w:val="center"/>
          </w:tcPr>
          <w:p w:rsidR="00533500" w:rsidRDefault="00533500" w:rsidP="00B32587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bookmarkEnd w:id="1"/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2282025. Оператор технологич</w:t>
            </w:r>
            <w:r>
              <w:t>е</w:t>
            </w:r>
            <w:r>
              <w:t>ского оборудования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полок и подд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нов компрессорного отсека 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2292025. Мастер смены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сварки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2302025. Оператор технологич</w:t>
            </w:r>
            <w:r>
              <w:t>е</w:t>
            </w:r>
            <w:r>
              <w:t>ского оборудования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2312025. Оператор технологич</w:t>
            </w:r>
            <w:r>
              <w:t>е</w:t>
            </w:r>
            <w:r>
              <w:t>ского оборудования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2322025. Мастер смены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нару</w:t>
            </w:r>
            <w:r>
              <w:rPr>
                <w:i/>
              </w:rPr>
              <w:t>ж</w:t>
            </w:r>
            <w:r>
              <w:rPr>
                <w:i/>
              </w:rPr>
              <w:t>ных корпусов холодильников и предсборка А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2332025. Мастер смены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2342025. Оператор технологич</w:t>
            </w:r>
            <w:r>
              <w:t>е</w:t>
            </w:r>
            <w:r>
              <w:t>ского оборудования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нару</w:t>
            </w:r>
            <w:r>
              <w:rPr>
                <w:i/>
              </w:rPr>
              <w:t>ж</w:t>
            </w:r>
            <w:r>
              <w:rPr>
                <w:i/>
              </w:rPr>
              <w:t>ней части дверей и задней крышки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2352025. Мастер смены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Сектор контроля затрат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2362025. Экономист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Сектор улучшений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2372025. Техник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Финансовый отдел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  <w:tr w:rsidR="00533500" w:rsidRPr="00AF49A3" w:rsidTr="008B4051">
        <w:trPr>
          <w:jc w:val="center"/>
        </w:trPr>
        <w:tc>
          <w:tcPr>
            <w:tcW w:w="3049" w:type="dxa"/>
            <w:vAlign w:val="center"/>
          </w:tcPr>
          <w:p w:rsidR="00533500" w:rsidRPr="00BD4CB1" w:rsidRDefault="00533500" w:rsidP="00BD4CB1">
            <w:pPr>
              <w:pStyle w:val="aa"/>
              <w:jc w:val="left"/>
            </w:pPr>
            <w:r>
              <w:t>2382025. Ведущий специалист</w:t>
            </w:r>
          </w:p>
        </w:tc>
        <w:tc>
          <w:tcPr>
            <w:tcW w:w="3686" w:type="dxa"/>
            <w:vAlign w:val="center"/>
          </w:tcPr>
          <w:p w:rsidR="00533500" w:rsidRDefault="00533500" w:rsidP="00DB70BA">
            <w:pPr>
              <w:pStyle w:val="aa"/>
            </w:pPr>
            <w:r>
              <w:t xml:space="preserve">Рекомендации по улучшению условий </w:t>
            </w:r>
            <w:r>
              <w:lastRenderedPageBreak/>
              <w:t>труда: не требуются</w:t>
            </w:r>
          </w:p>
        </w:tc>
        <w:tc>
          <w:tcPr>
            <w:tcW w:w="2835" w:type="dxa"/>
            <w:vAlign w:val="center"/>
          </w:tcPr>
          <w:p w:rsidR="00533500" w:rsidRDefault="0053350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3500" w:rsidRPr="00063DF1" w:rsidRDefault="00533500" w:rsidP="00DB70BA">
            <w:pPr>
              <w:pStyle w:val="aa"/>
            </w:pPr>
          </w:p>
        </w:tc>
      </w:tr>
    </w:tbl>
    <w:p w:rsidR="00DB70BA" w:rsidRDefault="00DB70BA" w:rsidP="00DB70BA"/>
    <w:p w:rsidR="00DB70BA" w:rsidRPr="00BD4CB1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BD4CB1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BD4CB1">
        <w:rPr>
          <w:rStyle w:val="a9"/>
        </w:rPr>
        <w:t>26.05.2025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BD4CB1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D4CB1" w:rsidP="009D6532">
            <w:pPr>
              <w:pStyle w:val="aa"/>
            </w:pPr>
            <w:r>
              <w:t>Руководитель службы охраны труда и промышленной безопасности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D4CB1" w:rsidP="009D6532">
            <w:pPr>
              <w:pStyle w:val="aa"/>
            </w:pPr>
            <w:r>
              <w:t>Логунов В.А.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BD4CB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D4CB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D4CB1" w:rsidP="009D6532">
            <w:pPr>
              <w:pStyle w:val="aa"/>
            </w:pPr>
            <w:r>
              <w:t>Начальник отдела по производству т</w:t>
            </w:r>
            <w:r>
              <w:t>е</w:t>
            </w:r>
            <w:r>
              <w:t>левизоров и мониторов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BD4CB1" w:rsidP="009D6532">
            <w:pPr>
              <w:pStyle w:val="aa"/>
            </w:pPr>
            <w:r>
              <w:t>Тимошатов Д.А.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D4CB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BD4CB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Начальник отдела по производству ст</w:t>
            </w:r>
            <w:r>
              <w:t>и</w:t>
            </w:r>
            <w:r>
              <w:t>ральных машин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Тарасов Р.Е.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(дата)</w:t>
            </w: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Начальник отдела по производству х</w:t>
            </w:r>
            <w:r>
              <w:t>о</w:t>
            </w:r>
            <w:r>
              <w:t>лодильников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Цыганок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(дата)</w:t>
            </w: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Default="00BD4CB1" w:rsidP="009D6532">
            <w:pPr>
              <w:pStyle w:val="aa"/>
            </w:pPr>
            <w:r>
              <w:t>Начальник сектора кадрового админ</w:t>
            </w:r>
            <w:r>
              <w:t>и</w:t>
            </w:r>
            <w:r>
              <w:t>стрирования и заработной платы</w:t>
            </w:r>
          </w:p>
          <w:p w:rsidR="00BD4CB1" w:rsidRPr="00BD4CB1" w:rsidRDefault="00BD4CB1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Филатова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(дата)</w:t>
            </w: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Default="00BD4CB1" w:rsidP="009D6532">
            <w:pPr>
              <w:pStyle w:val="aa"/>
            </w:pPr>
            <w:r>
              <w:t>Начальник производства отдела по производству стиральных машин</w:t>
            </w:r>
          </w:p>
          <w:p w:rsidR="00BD4CB1" w:rsidRPr="00BD4CB1" w:rsidRDefault="00BD4CB1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Зайцев Д.В.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(дата)</w:t>
            </w: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Ведущий 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  <w:r>
              <w:t>Давыдова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CB1" w:rsidRPr="00BD4CB1" w:rsidRDefault="00BD4CB1" w:rsidP="009D6532">
            <w:pPr>
              <w:pStyle w:val="aa"/>
            </w:pPr>
          </w:p>
        </w:tc>
      </w:tr>
      <w:tr w:rsidR="00BD4CB1" w:rsidRPr="00BD4CB1" w:rsidTr="00BD4CB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D4CB1" w:rsidRPr="00BD4CB1" w:rsidRDefault="00BD4CB1" w:rsidP="009D6532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Эксперт</w:t>
      </w:r>
      <w:r w:rsidR="00681D90">
        <w:t xml:space="preserve"> </w:t>
      </w:r>
      <w:r w:rsidRPr="003C5C39">
        <w:t>(</w:t>
      </w:r>
      <w:r w:rsidR="00681D90" w:rsidRPr="00681D90">
        <w:t>эксперты</w:t>
      </w:r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BD4CB1" w:rsidTr="00BD4CB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D4CB1" w:rsidRDefault="00BD4CB1" w:rsidP="00C45714">
            <w:pPr>
              <w:pStyle w:val="aa"/>
            </w:pPr>
            <w:r w:rsidRPr="00BD4CB1">
              <w:t>366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D4CB1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D4CB1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D4CB1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D4CB1" w:rsidRDefault="00BD4CB1" w:rsidP="00C45714">
            <w:pPr>
              <w:pStyle w:val="aa"/>
            </w:pPr>
            <w:r w:rsidRPr="00BD4CB1">
              <w:t>Дежичева Ирина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BD4CB1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BD4CB1" w:rsidRDefault="00BD4CB1" w:rsidP="00C45714">
            <w:pPr>
              <w:pStyle w:val="aa"/>
            </w:pPr>
            <w:r>
              <w:t>26.05.2025</w:t>
            </w:r>
          </w:p>
        </w:tc>
      </w:tr>
      <w:tr w:rsidR="00C45714" w:rsidRPr="00BD4CB1" w:rsidTr="00BD4CB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BD4CB1" w:rsidRDefault="00BD4CB1" w:rsidP="00C45714">
            <w:pPr>
              <w:pStyle w:val="aa"/>
              <w:rPr>
                <w:b/>
                <w:vertAlign w:val="superscript"/>
              </w:rPr>
            </w:pPr>
            <w:r w:rsidRPr="00BD4CB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BD4CB1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BD4CB1" w:rsidRDefault="00BD4CB1" w:rsidP="00C45714">
            <w:pPr>
              <w:pStyle w:val="aa"/>
              <w:rPr>
                <w:b/>
                <w:vertAlign w:val="superscript"/>
              </w:rPr>
            </w:pPr>
            <w:r w:rsidRPr="00BD4CB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BD4CB1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BD4CB1" w:rsidRDefault="00BD4CB1" w:rsidP="00C45714">
            <w:pPr>
              <w:pStyle w:val="aa"/>
              <w:rPr>
                <w:b/>
                <w:vertAlign w:val="superscript"/>
              </w:rPr>
            </w:pPr>
            <w:r w:rsidRPr="00BD4CB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C45714" w:rsidRPr="00BD4CB1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BD4CB1" w:rsidRDefault="00BD4CB1" w:rsidP="00C45714">
            <w:pPr>
              <w:pStyle w:val="aa"/>
              <w:rPr>
                <w:vertAlign w:val="superscript"/>
              </w:rPr>
            </w:pPr>
            <w:r w:rsidRPr="00BD4CB1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CB1" w:rsidRDefault="00BD4CB1" w:rsidP="00BD4CB1">
      <w:r>
        <w:separator/>
      </w:r>
    </w:p>
  </w:endnote>
  <w:endnote w:type="continuationSeparator" w:id="0">
    <w:p w:rsidR="00BD4CB1" w:rsidRDefault="00BD4CB1" w:rsidP="00BD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CB1" w:rsidRDefault="00BD4CB1" w:rsidP="00BD4CB1">
      <w:r>
        <w:separator/>
      </w:r>
    </w:p>
  </w:footnote>
  <w:footnote w:type="continuationSeparator" w:id="0">
    <w:p w:rsidR="00BD4CB1" w:rsidRDefault="00BD4CB1" w:rsidP="00BD4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109542, город Москва, вн.тер.г. муниципальный округ Выхино-Жулебино, проспект Рязанский, дом 86/1, строение 1, помещ. 1Н/7"/>
    <w:docVar w:name="att_org_dop" w:val="Испытательная лаборатория Общества с ограниченной ответственностью «Проф-Эксперт»;_x000d__x000a_Уникальный номер записи в Реестре аккредитованных лиц: RA.RU.21АЗ95;_x000d__x000a__x000d__x000a_300012, Тульская обл., г. Тула, пер. Н.Руднева, дом 5, литера В, нежилое здание, помещения №1-ИЛ, №2-ИЛ, №3-ИЛ; 8(4872)570-445; sout@prof-expert.com"/>
    <w:docVar w:name="att_org_name" w:val="Общество с ограниченной ответственностью &quot;Проф-Эксперт&quot; (ООО &quot;Проф-Эксперт&quot;)"/>
    <w:docVar w:name="att_org_reg_date" w:val="06.06.2016"/>
    <w:docVar w:name="att_org_reg_num" w:val="316"/>
    <w:docVar w:name="boss_fio" w:val="Канашкин Дмитрий Владимирович"/>
    <w:docVar w:name="ceh_info" w:val=" Общество с ограниченной ответственностью «ЛГ Электроникс РУС» "/>
    <w:docVar w:name="close_doc_flag" w:val="0"/>
    <w:docVar w:name="doc_type" w:val="6"/>
    <w:docVar w:name="fill_date" w:val="26.05.2025"/>
    <w:docVar w:name="org_guid" w:val="23C20CBD2170481AB27EFCBF86D23991"/>
    <w:docVar w:name="org_id" w:val="2"/>
    <w:docVar w:name="org_name" w:val="     "/>
    <w:docVar w:name="pers_guids" w:val="6C4EA94E5A954664B1D7155F1317E1D9@106-702-090 18"/>
    <w:docVar w:name="pers_snils" w:val="6C4EA94E5A954664B1D7155F1317E1D9@106-702-090 18"/>
    <w:docVar w:name="podr_id" w:val="org_2"/>
    <w:docVar w:name="pred_dolg" w:val="Руководитель службы охраны труда и промышленной безопасности"/>
    <w:docVar w:name="pred_fio" w:val="Логунов В.А."/>
    <w:docVar w:name="prikaz_sout" w:val="817"/>
    <w:docVar w:name="rbtd_adr" w:val="     "/>
    <w:docVar w:name="rbtd_name" w:val="Общество с ограниченной ответственностью «ЛГ Электроникс РУС»"/>
    <w:docVar w:name="sv_docs" w:val="1"/>
  </w:docVars>
  <w:rsids>
    <w:rsidRoot w:val="00BD4CB1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33500"/>
    <w:rsid w:val="00547088"/>
    <w:rsid w:val="005567D6"/>
    <w:rsid w:val="005645F0"/>
    <w:rsid w:val="00572AE0"/>
    <w:rsid w:val="00584289"/>
    <w:rsid w:val="005F64E6"/>
    <w:rsid w:val="0065289A"/>
    <w:rsid w:val="0067226F"/>
    <w:rsid w:val="00681D90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BD4CB1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D4CB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D4CB1"/>
    <w:rPr>
      <w:sz w:val="24"/>
    </w:rPr>
  </w:style>
  <w:style w:type="paragraph" w:styleId="ad">
    <w:name w:val="footer"/>
    <w:basedOn w:val="a"/>
    <w:link w:val="ae"/>
    <w:rsid w:val="00BD4CB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D4CB1"/>
    <w:rPr>
      <w:sz w:val="24"/>
    </w:rPr>
  </w:style>
  <w:style w:type="paragraph" w:styleId="af">
    <w:name w:val="Balloon Text"/>
    <w:basedOn w:val="a"/>
    <w:link w:val="af0"/>
    <w:rsid w:val="005335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335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21</Pages>
  <Words>4492</Words>
  <Characters>35328</Characters>
  <Application>Microsoft Office Word</Application>
  <DocSecurity>0</DocSecurity>
  <Lines>294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Викторовна Дежичева</dc:creator>
  <cp:keywords/>
  <dc:description/>
  <cp:lastModifiedBy>Ирина Викторовна Дежичева</cp:lastModifiedBy>
  <cp:revision>2</cp:revision>
  <cp:lastPrinted>2025-05-29T10:47:00Z</cp:lastPrinted>
  <dcterms:created xsi:type="dcterms:W3CDTF">2025-05-21T19:52:00Z</dcterms:created>
  <dcterms:modified xsi:type="dcterms:W3CDTF">2025-05-29T10:47:00Z</dcterms:modified>
</cp:coreProperties>
</file>